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BC" w:rsidRPr="00230292" w:rsidRDefault="005A19BC" w:rsidP="00BF27CB">
      <w:pPr>
        <w:pStyle w:val="Heading4"/>
        <w:ind w:right="-709"/>
        <w:jc w:val="both"/>
        <w:rPr>
          <w:b w:val="0"/>
          <w:color w:val="FFFFFF"/>
          <w:sz w:val="24"/>
          <w:szCs w:val="24"/>
        </w:rPr>
      </w:pP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sz w:val="24"/>
          <w:szCs w:val="24"/>
        </w:rPr>
        <w:tab/>
      </w:r>
      <w:r w:rsidRPr="00230292">
        <w:rPr>
          <w:b w:val="0"/>
          <w:color w:val="FFFFFF"/>
          <w:sz w:val="24"/>
          <w:szCs w:val="24"/>
        </w:rPr>
        <w:t>ПРОЕКТ</w:t>
      </w:r>
    </w:p>
    <w:p w:rsidR="005A19BC" w:rsidRPr="00230292" w:rsidRDefault="005A19BC" w:rsidP="00203D35">
      <w:pPr>
        <w:rPr>
          <w:color w:val="FFFFFF"/>
        </w:rPr>
      </w:pPr>
    </w:p>
    <w:p w:rsidR="005A19BC" w:rsidRPr="00230292" w:rsidRDefault="005A19BC" w:rsidP="00BF27CB">
      <w:pPr>
        <w:pStyle w:val="Heading4"/>
        <w:ind w:right="-709"/>
        <w:jc w:val="both"/>
        <w:rPr>
          <w:b w:val="0"/>
          <w:sz w:val="24"/>
          <w:szCs w:val="24"/>
        </w:rPr>
      </w:pPr>
      <w:r w:rsidRPr="00230292">
        <w:rPr>
          <w:b w:val="0"/>
          <w:sz w:val="24"/>
          <w:szCs w:val="24"/>
        </w:rPr>
        <w:t>АДМИНИСТРАЦИЯ  МЕСТНОГО  САМОУПРАВЛЕНИЯ ГОРОДА  ВЛАДИКАВКАЗА</w:t>
      </w:r>
    </w:p>
    <w:p w:rsidR="005A19BC" w:rsidRPr="00230292" w:rsidRDefault="005A19BC" w:rsidP="00BF27CB">
      <w:pPr>
        <w:jc w:val="center"/>
        <w:rPr>
          <w:sz w:val="24"/>
          <w:szCs w:val="24"/>
        </w:rPr>
      </w:pPr>
    </w:p>
    <w:p w:rsidR="005A19BC" w:rsidRPr="00230292" w:rsidRDefault="005A19BC" w:rsidP="00BF27CB">
      <w:pPr>
        <w:jc w:val="center"/>
        <w:rPr>
          <w:sz w:val="24"/>
          <w:szCs w:val="24"/>
        </w:rPr>
      </w:pPr>
      <w:r w:rsidRPr="00230292">
        <w:rPr>
          <w:sz w:val="24"/>
          <w:szCs w:val="24"/>
        </w:rPr>
        <w:t>ПОСТАНОВЛЕНИЕ</w:t>
      </w:r>
    </w:p>
    <w:p w:rsidR="005A19BC" w:rsidRPr="00230292" w:rsidRDefault="005A19BC" w:rsidP="00BF27CB">
      <w:pPr>
        <w:tabs>
          <w:tab w:val="left" w:pos="567"/>
          <w:tab w:val="left" w:pos="3686"/>
        </w:tabs>
      </w:pPr>
    </w:p>
    <w:p w:rsidR="005A19BC" w:rsidRPr="00230292" w:rsidRDefault="005A19BC" w:rsidP="00BF27CB">
      <w:pPr>
        <w:rPr>
          <w:sz w:val="26"/>
          <w:szCs w:val="26"/>
        </w:rPr>
      </w:pPr>
      <w:r>
        <w:rPr>
          <w:sz w:val="26"/>
          <w:szCs w:val="26"/>
        </w:rPr>
        <w:t>От «12</w:t>
      </w:r>
      <w:r w:rsidRPr="00230292">
        <w:rPr>
          <w:sz w:val="26"/>
          <w:szCs w:val="26"/>
        </w:rPr>
        <w:t xml:space="preserve">» </w:t>
      </w:r>
      <w:bookmarkStart w:id="0" w:name="_GoBack"/>
      <w:bookmarkEnd w:id="0"/>
      <w:r w:rsidRPr="00230292">
        <w:rPr>
          <w:sz w:val="26"/>
          <w:szCs w:val="26"/>
        </w:rPr>
        <w:t xml:space="preserve"> </w:t>
      </w:r>
      <w:r w:rsidRPr="00EF0B81">
        <w:rPr>
          <w:sz w:val="26"/>
          <w:szCs w:val="26"/>
        </w:rPr>
        <w:t>июля</w:t>
      </w:r>
      <w:r>
        <w:rPr>
          <w:sz w:val="26"/>
          <w:szCs w:val="26"/>
        </w:rPr>
        <w:t xml:space="preserve">  </w:t>
      </w:r>
      <w:r w:rsidRPr="00230292">
        <w:rPr>
          <w:sz w:val="26"/>
          <w:szCs w:val="26"/>
        </w:rPr>
        <w:t xml:space="preserve">2017                 № </w:t>
      </w:r>
      <w:r>
        <w:rPr>
          <w:sz w:val="26"/>
          <w:szCs w:val="26"/>
        </w:rPr>
        <w:t>844</w:t>
      </w:r>
    </w:p>
    <w:p w:rsidR="005A19BC" w:rsidRPr="00230292" w:rsidRDefault="005A19BC" w:rsidP="00BF27CB">
      <w:pPr>
        <w:rPr>
          <w:b/>
          <w:szCs w:val="28"/>
        </w:rPr>
      </w:pPr>
    </w:p>
    <w:p w:rsidR="005A19BC" w:rsidRPr="00230292" w:rsidRDefault="005A19BC" w:rsidP="00BF27CB">
      <w:pPr>
        <w:rPr>
          <w:b/>
          <w:szCs w:val="28"/>
        </w:rPr>
      </w:pPr>
    </w:p>
    <w:p w:rsidR="005A19BC" w:rsidRPr="00E1354F" w:rsidRDefault="005A19BC" w:rsidP="00BF27CB">
      <w:pPr>
        <w:rPr>
          <w:b/>
          <w:szCs w:val="28"/>
        </w:rPr>
      </w:pPr>
    </w:p>
    <w:p w:rsidR="005A19BC" w:rsidRDefault="005A19BC" w:rsidP="00BF27CB">
      <w:pPr>
        <w:rPr>
          <w:b/>
          <w:szCs w:val="28"/>
        </w:rPr>
      </w:pPr>
    </w:p>
    <w:p w:rsidR="005A19BC" w:rsidRDefault="005A19BC" w:rsidP="00BF27CB">
      <w:pPr>
        <w:rPr>
          <w:b/>
          <w:szCs w:val="28"/>
        </w:rPr>
      </w:pPr>
    </w:p>
    <w:p w:rsidR="005A19BC" w:rsidRDefault="005A19BC" w:rsidP="00082823">
      <w:pPr>
        <w:ind w:right="4676"/>
        <w:jc w:val="left"/>
        <w:rPr>
          <w:b/>
          <w:color w:val="000000"/>
          <w:szCs w:val="28"/>
        </w:rPr>
      </w:pPr>
      <w:r w:rsidRPr="0034089A">
        <w:rPr>
          <w:b/>
          <w:color w:val="000000"/>
          <w:szCs w:val="28"/>
        </w:rPr>
        <w:t>О п</w:t>
      </w:r>
      <w:r>
        <w:rPr>
          <w:b/>
          <w:color w:val="000000"/>
          <w:szCs w:val="28"/>
        </w:rPr>
        <w:t>роведении открытого конкурса №06</w:t>
      </w:r>
      <w:r w:rsidRPr="0034089A">
        <w:rPr>
          <w:b/>
          <w:color w:val="000000"/>
          <w:szCs w:val="28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rPr>
          <w:szCs w:val="28"/>
        </w:rPr>
        <w:t xml:space="preserve"> </w:t>
      </w:r>
      <w:r w:rsidRPr="0034089A">
        <w:rPr>
          <w:b/>
          <w:color w:val="000000"/>
          <w:szCs w:val="28"/>
        </w:rPr>
        <w:t>на территории муниципального образования г. Владикавказ</w:t>
      </w:r>
    </w:p>
    <w:p w:rsidR="005A19BC" w:rsidRPr="0034089A" w:rsidRDefault="005A19BC" w:rsidP="00082823">
      <w:pPr>
        <w:ind w:right="4676"/>
        <w:jc w:val="left"/>
        <w:rPr>
          <w:b/>
          <w:color w:val="000000"/>
          <w:szCs w:val="28"/>
        </w:rPr>
      </w:pPr>
    </w:p>
    <w:p w:rsidR="005A19BC" w:rsidRPr="0034089A" w:rsidRDefault="005A19BC" w:rsidP="00BF27CB">
      <w:pPr>
        <w:ind w:right="5245"/>
        <w:rPr>
          <w:szCs w:val="28"/>
        </w:rPr>
      </w:pPr>
    </w:p>
    <w:p w:rsidR="005A19BC" w:rsidRPr="0034089A" w:rsidRDefault="005A19BC" w:rsidP="00082823">
      <w:pPr>
        <w:ind w:right="-4" w:firstLine="708"/>
        <w:rPr>
          <w:szCs w:val="28"/>
        </w:rPr>
      </w:pPr>
      <w:r w:rsidRPr="0034089A">
        <w:rPr>
          <w:szCs w:val="28"/>
        </w:rPr>
        <w:t xml:space="preserve">В соответствии с </w:t>
      </w:r>
      <w:hyperlink r:id="rId5" w:history="1">
        <w:r w:rsidRPr="0034089A">
          <w:rPr>
            <w:rStyle w:val="a"/>
            <w:color w:val="auto"/>
            <w:szCs w:val="28"/>
          </w:rPr>
          <w:t>Гражданским кодексом</w:t>
        </w:r>
      </w:hyperlink>
      <w:r w:rsidRPr="0034089A">
        <w:rPr>
          <w:szCs w:val="28"/>
        </w:rPr>
        <w:t xml:space="preserve"> Российской Федерации, </w:t>
      </w:r>
      <w:hyperlink r:id="rId6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>
        <w:rPr>
          <w:szCs w:val="28"/>
        </w:rPr>
        <w:t xml:space="preserve"> от </w:t>
      </w:r>
      <w:r w:rsidRPr="0034089A">
        <w:rPr>
          <w:szCs w:val="28"/>
        </w:rPr>
        <w:t xml:space="preserve">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13 марта 2006 года №38-ФЗ «О рекламе», </w:t>
      </w:r>
      <w:hyperlink r:id="rId8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  <w:color w:val="auto"/>
            <w:szCs w:val="28"/>
          </w:rPr>
          <w:t>решением</w:t>
        </w:r>
      </w:hyperlink>
      <w:r w:rsidRPr="0034089A">
        <w:rPr>
          <w:szCs w:val="28"/>
        </w:rPr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rPr>
            <w:szCs w:val="28"/>
          </w:rPr>
          <w:t>2012 г</w:t>
        </w:r>
      </w:smartTag>
      <w:r w:rsidRPr="0034089A">
        <w:rPr>
          <w:szCs w:val="28"/>
        </w:rPr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11.04.2017 №450 «</w:t>
      </w:r>
      <w:r w:rsidRPr="0034089A">
        <w:rPr>
          <w:color w:val="000000"/>
          <w:szCs w:val="28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rPr>
          <w:szCs w:val="28"/>
        </w:rPr>
        <w:t xml:space="preserve">, администрация местного самоуправления г. Владикавказа </w:t>
      </w:r>
      <w:r>
        <w:rPr>
          <w:szCs w:val="28"/>
        </w:rPr>
        <w:t>ПОСТАНОВЛЯЕТ</w:t>
      </w:r>
      <w:r w:rsidRPr="0034089A">
        <w:rPr>
          <w:szCs w:val="28"/>
        </w:rPr>
        <w:t>:</w:t>
      </w:r>
    </w:p>
    <w:p w:rsidR="005A19BC" w:rsidRPr="0034089A" w:rsidRDefault="005A19BC" w:rsidP="00082823">
      <w:pPr>
        <w:ind w:firstLine="708"/>
        <w:rPr>
          <w:szCs w:val="28"/>
        </w:rPr>
      </w:pPr>
      <w:bookmarkStart w:id="1" w:name="sub_1"/>
      <w:r w:rsidRPr="0034089A">
        <w:rPr>
          <w:szCs w:val="28"/>
        </w:rPr>
        <w:t>1. Подготовить и провести открытый конкурс №0</w:t>
      </w:r>
      <w:r>
        <w:rPr>
          <w:szCs w:val="28"/>
        </w:rPr>
        <w:t>6</w:t>
      </w:r>
      <w:r w:rsidRPr="0034089A">
        <w:rPr>
          <w:szCs w:val="28"/>
        </w:rPr>
        <w:t xml:space="preserve">р-17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  <w:color w:val="auto"/>
            <w:szCs w:val="28"/>
          </w:rPr>
          <w:t>приложению №1</w:t>
        </w:r>
      </w:hyperlink>
      <w:r w:rsidRPr="0034089A">
        <w:rPr>
          <w:szCs w:val="28"/>
        </w:rPr>
        <w:t xml:space="preserve"> к настоящему постановлению.</w:t>
      </w:r>
    </w:p>
    <w:p w:rsidR="005A19BC" w:rsidRPr="0034089A" w:rsidRDefault="005A19BC" w:rsidP="00082823">
      <w:pPr>
        <w:ind w:firstLine="708"/>
        <w:rPr>
          <w:szCs w:val="28"/>
        </w:rPr>
      </w:pPr>
      <w:bookmarkStart w:id="2" w:name="sub_2"/>
      <w:bookmarkEnd w:id="1"/>
      <w:r w:rsidRPr="0034089A">
        <w:rPr>
          <w:szCs w:val="28"/>
        </w:rPr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  <w:color w:val="auto"/>
            <w:szCs w:val="28"/>
          </w:rPr>
          <w:t>приложению №2</w:t>
        </w:r>
      </w:hyperlink>
      <w:r w:rsidRPr="0034089A">
        <w:rPr>
          <w:szCs w:val="28"/>
        </w:rPr>
        <w:t xml:space="preserve"> к настоящему постановлению.</w:t>
      </w:r>
    </w:p>
    <w:p w:rsidR="005A19BC" w:rsidRPr="0034089A" w:rsidRDefault="005A19BC" w:rsidP="00082823">
      <w:pPr>
        <w:ind w:firstLine="708"/>
        <w:rPr>
          <w:szCs w:val="28"/>
        </w:rPr>
      </w:pPr>
      <w:bookmarkStart w:id="3" w:name="sub_3"/>
      <w:bookmarkEnd w:id="2"/>
      <w:r w:rsidRPr="0034089A">
        <w:rPr>
          <w:szCs w:val="28"/>
        </w:rPr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  <w:color w:val="auto"/>
            <w:szCs w:val="28"/>
          </w:rPr>
          <w:t>приложению №3</w:t>
        </w:r>
      </w:hyperlink>
      <w:r w:rsidRPr="0034089A">
        <w:rPr>
          <w:szCs w:val="28"/>
        </w:rPr>
        <w:t xml:space="preserve"> к настоящему постановлению.</w:t>
      </w:r>
    </w:p>
    <w:p w:rsidR="005A19BC" w:rsidRPr="0034089A" w:rsidRDefault="005A19BC" w:rsidP="00082823">
      <w:pPr>
        <w:ind w:firstLine="708"/>
        <w:rPr>
          <w:szCs w:val="28"/>
        </w:rPr>
      </w:pPr>
      <w:bookmarkStart w:id="4" w:name="sub_4"/>
      <w:bookmarkEnd w:id="3"/>
      <w:r w:rsidRPr="0034089A">
        <w:rPr>
          <w:szCs w:val="28"/>
        </w:rPr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5A19BC" w:rsidRPr="0034089A" w:rsidRDefault="005A19BC" w:rsidP="00082823">
      <w:pPr>
        <w:ind w:firstLine="708"/>
        <w:rPr>
          <w:szCs w:val="28"/>
        </w:rPr>
      </w:pPr>
      <w:bookmarkStart w:id="5" w:name="sub_5"/>
      <w:bookmarkEnd w:id="4"/>
      <w:r w:rsidRPr="0034089A">
        <w:rPr>
          <w:szCs w:val="28"/>
        </w:rPr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  <w:color w:val="auto"/>
            <w:szCs w:val="28"/>
          </w:rPr>
          <w:t>приложению №4</w:t>
        </w:r>
      </w:hyperlink>
      <w:r w:rsidRPr="0034089A">
        <w:rPr>
          <w:szCs w:val="28"/>
        </w:rPr>
        <w:t xml:space="preserve"> к настоящему постановлению.</w:t>
      </w:r>
    </w:p>
    <w:p w:rsidR="005A19BC" w:rsidRPr="0034089A" w:rsidRDefault="005A19BC" w:rsidP="00082823">
      <w:pPr>
        <w:ind w:firstLine="708"/>
        <w:rPr>
          <w:szCs w:val="28"/>
        </w:rPr>
      </w:pPr>
      <w:bookmarkStart w:id="6" w:name="sub_6"/>
      <w:bookmarkEnd w:id="5"/>
      <w:r w:rsidRPr="0034089A">
        <w:rPr>
          <w:szCs w:val="28"/>
        </w:rPr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  <w:color w:val="auto"/>
            <w:szCs w:val="28"/>
          </w:rPr>
          <w:t>приложению №5</w:t>
        </w:r>
      </w:hyperlink>
      <w:r w:rsidRPr="0034089A">
        <w:rPr>
          <w:szCs w:val="28"/>
        </w:rPr>
        <w:t xml:space="preserve"> к настоящему постановлению.</w:t>
      </w:r>
    </w:p>
    <w:p w:rsidR="005A19BC" w:rsidRPr="0034089A" w:rsidRDefault="005A19BC" w:rsidP="00082823">
      <w:pPr>
        <w:ind w:firstLine="708"/>
        <w:rPr>
          <w:szCs w:val="28"/>
        </w:rPr>
      </w:pPr>
      <w:bookmarkStart w:id="7" w:name="sub_7"/>
      <w:bookmarkEnd w:id="6"/>
      <w:r w:rsidRPr="0034089A">
        <w:rPr>
          <w:szCs w:val="28"/>
        </w:rPr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  <w:color w:val="auto"/>
            <w:szCs w:val="28"/>
          </w:rPr>
          <w:t>http://www.vladikavkaz-osetia.ru</w:t>
        </w:r>
      </w:hyperlink>
      <w:r w:rsidRPr="0034089A">
        <w:rPr>
          <w:szCs w:val="28"/>
        </w:rPr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rPr>
          <w:szCs w:val="28"/>
        </w:rPr>
        <w:t xml:space="preserve"> образования г. Владикавказ,  13 июля</w:t>
      </w:r>
      <w:r w:rsidRPr="0034089A">
        <w:rPr>
          <w:szCs w:val="28"/>
        </w:rPr>
        <w:t xml:space="preserve"> 2017 года, но не менее чем за тридцать рабочих дней до дня истечения срока представления заявок на участие в конкурсе.</w:t>
      </w:r>
    </w:p>
    <w:bookmarkEnd w:id="7"/>
    <w:p w:rsidR="005A19BC" w:rsidRPr="0034089A" w:rsidRDefault="005A19BC" w:rsidP="00BF27CB">
      <w:pPr>
        <w:autoSpaceDE w:val="0"/>
        <w:autoSpaceDN w:val="0"/>
        <w:adjustRightInd w:val="0"/>
        <w:rPr>
          <w:color w:val="000000"/>
          <w:szCs w:val="28"/>
        </w:rPr>
      </w:pPr>
      <w:r w:rsidRPr="0034089A">
        <w:rPr>
          <w:color w:val="000000"/>
          <w:szCs w:val="28"/>
        </w:rPr>
        <w:t xml:space="preserve">        8. </w:t>
      </w:r>
      <w:r w:rsidRPr="0034089A">
        <w:rPr>
          <w:szCs w:val="28"/>
        </w:rPr>
        <w:t xml:space="preserve">Отделу информационного обеспечения – пресс-службе главы АМС г.Владикавказа (Дзестелова Д.А.) </w:t>
      </w:r>
      <w:hyperlink r:id="rId14" w:history="1">
        <w:r w:rsidRPr="0034089A">
          <w:rPr>
            <w:rStyle w:val="a"/>
            <w:rFonts w:cs="Arial"/>
            <w:color w:val="auto"/>
            <w:szCs w:val="28"/>
          </w:rPr>
          <w:t>опубликовать</w:t>
        </w:r>
      </w:hyperlink>
      <w:r w:rsidRPr="0034089A">
        <w:rPr>
          <w:szCs w:val="28"/>
        </w:rPr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5A19BC" w:rsidRPr="0034089A" w:rsidRDefault="005A19BC" w:rsidP="00BF27CB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 xml:space="preserve">        9</w:t>
      </w:r>
      <w:r w:rsidRPr="0034089A">
        <w:rPr>
          <w:color w:val="000000"/>
          <w:szCs w:val="28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5A19BC" w:rsidRPr="0034089A" w:rsidRDefault="005A19BC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5A19BC" w:rsidRDefault="005A19BC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5A19BC" w:rsidRPr="0034089A" w:rsidRDefault="005A19BC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5A19BC" w:rsidRPr="0034089A" w:rsidRDefault="005A19BC" w:rsidP="003002AD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>Глава администрации                                                                              Б.Албегов</w:t>
      </w:r>
    </w:p>
    <w:p w:rsidR="005A19BC" w:rsidRPr="00203D35" w:rsidRDefault="005A19BC" w:rsidP="003002AD">
      <w:pPr>
        <w:autoSpaceDE w:val="0"/>
        <w:autoSpaceDN w:val="0"/>
        <w:adjustRightInd w:val="0"/>
        <w:rPr>
          <w:szCs w:val="28"/>
        </w:rPr>
      </w:pPr>
    </w:p>
    <w:p w:rsidR="005A19BC" w:rsidRPr="00203D35" w:rsidRDefault="005A19BC" w:rsidP="007E0C1E">
      <w:pPr>
        <w:autoSpaceDE w:val="0"/>
        <w:autoSpaceDN w:val="0"/>
        <w:adjustRightInd w:val="0"/>
        <w:rPr>
          <w:szCs w:val="28"/>
        </w:rPr>
      </w:pPr>
    </w:p>
    <w:p w:rsidR="005A19BC" w:rsidRPr="00203D35" w:rsidRDefault="005A19BC" w:rsidP="0034089A">
      <w:pPr>
        <w:rPr>
          <w:sz w:val="20"/>
        </w:rPr>
      </w:pPr>
    </w:p>
    <w:p w:rsidR="005A19BC" w:rsidRPr="00203D35" w:rsidRDefault="005A19BC" w:rsidP="0034089A">
      <w:pPr>
        <w:rPr>
          <w:sz w:val="20"/>
        </w:rPr>
      </w:pPr>
    </w:p>
    <w:p w:rsidR="005A19BC" w:rsidRDefault="005A19BC" w:rsidP="00C3769F">
      <w:pPr>
        <w:autoSpaceDE w:val="0"/>
        <w:autoSpaceDN w:val="0"/>
        <w:adjustRightInd w:val="0"/>
        <w:rPr>
          <w:color w:val="000000"/>
          <w:szCs w:val="28"/>
        </w:rPr>
      </w:pPr>
    </w:p>
    <w:p w:rsidR="005A19BC" w:rsidRPr="00203D35" w:rsidRDefault="005A19BC" w:rsidP="0034089A">
      <w:pPr>
        <w:rPr>
          <w:sz w:val="20"/>
        </w:rPr>
      </w:pPr>
    </w:p>
    <w:p w:rsidR="005A19BC" w:rsidRPr="00203D35" w:rsidRDefault="005A19BC" w:rsidP="0034089A">
      <w:pPr>
        <w:rPr>
          <w:sz w:val="20"/>
        </w:rPr>
      </w:pPr>
    </w:p>
    <w:p w:rsidR="005A19BC" w:rsidRPr="00203D35" w:rsidRDefault="005A19BC" w:rsidP="0034089A">
      <w:pPr>
        <w:rPr>
          <w:sz w:val="20"/>
        </w:rPr>
      </w:pPr>
    </w:p>
    <w:p w:rsidR="005A19BC" w:rsidRPr="00203D35" w:rsidRDefault="005A19BC" w:rsidP="0034089A">
      <w:pPr>
        <w:rPr>
          <w:sz w:val="20"/>
        </w:rPr>
      </w:pPr>
    </w:p>
    <w:p w:rsidR="005A19BC" w:rsidRPr="00203D35" w:rsidRDefault="005A19BC" w:rsidP="0034089A">
      <w:pPr>
        <w:rPr>
          <w:sz w:val="20"/>
        </w:rPr>
      </w:pPr>
    </w:p>
    <w:p w:rsidR="005A19BC" w:rsidRPr="00203D35" w:rsidRDefault="005A19BC" w:rsidP="0034089A">
      <w:pPr>
        <w:rPr>
          <w:sz w:val="20"/>
        </w:rPr>
      </w:pPr>
    </w:p>
    <w:p w:rsidR="005A19BC" w:rsidRPr="00203D35" w:rsidRDefault="005A19BC" w:rsidP="0034089A">
      <w:pPr>
        <w:rPr>
          <w:sz w:val="20"/>
        </w:rPr>
      </w:pPr>
    </w:p>
    <w:p w:rsidR="005A19BC" w:rsidRPr="00203D35" w:rsidRDefault="005A19BC" w:rsidP="0034089A">
      <w:pPr>
        <w:rPr>
          <w:sz w:val="20"/>
        </w:rPr>
      </w:pPr>
    </w:p>
    <w:p w:rsidR="005A19BC" w:rsidRPr="00203D35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p w:rsidR="005A19BC" w:rsidRDefault="005A19BC" w:rsidP="0034089A">
      <w:pPr>
        <w:rPr>
          <w:sz w:val="20"/>
        </w:rPr>
      </w:pPr>
    </w:p>
    <w:sectPr w:rsidR="005A19BC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20E2D"/>
    <w:rsid w:val="00062A88"/>
    <w:rsid w:val="00063298"/>
    <w:rsid w:val="00082823"/>
    <w:rsid w:val="00082CBF"/>
    <w:rsid w:val="000E72AE"/>
    <w:rsid w:val="000F29B6"/>
    <w:rsid w:val="000F2D3E"/>
    <w:rsid w:val="00187170"/>
    <w:rsid w:val="00187914"/>
    <w:rsid w:val="001B1A2A"/>
    <w:rsid w:val="001D01D4"/>
    <w:rsid w:val="001E4EC3"/>
    <w:rsid w:val="00203D35"/>
    <w:rsid w:val="00206157"/>
    <w:rsid w:val="00222139"/>
    <w:rsid w:val="00230292"/>
    <w:rsid w:val="00236137"/>
    <w:rsid w:val="00250F68"/>
    <w:rsid w:val="0029451A"/>
    <w:rsid w:val="003002AD"/>
    <w:rsid w:val="0033117E"/>
    <w:rsid w:val="0034089A"/>
    <w:rsid w:val="00342E48"/>
    <w:rsid w:val="00380B93"/>
    <w:rsid w:val="00382B13"/>
    <w:rsid w:val="00385F47"/>
    <w:rsid w:val="00393D6A"/>
    <w:rsid w:val="003A57ED"/>
    <w:rsid w:val="003C3AA6"/>
    <w:rsid w:val="00412243"/>
    <w:rsid w:val="0049757B"/>
    <w:rsid w:val="004A4011"/>
    <w:rsid w:val="004D216A"/>
    <w:rsid w:val="00527678"/>
    <w:rsid w:val="00530EA6"/>
    <w:rsid w:val="00551C45"/>
    <w:rsid w:val="00564410"/>
    <w:rsid w:val="00567C6D"/>
    <w:rsid w:val="0059166A"/>
    <w:rsid w:val="00595E8A"/>
    <w:rsid w:val="005A19BC"/>
    <w:rsid w:val="005B1235"/>
    <w:rsid w:val="005B63C2"/>
    <w:rsid w:val="005E496B"/>
    <w:rsid w:val="0068140D"/>
    <w:rsid w:val="0069094C"/>
    <w:rsid w:val="00696368"/>
    <w:rsid w:val="006C5BA2"/>
    <w:rsid w:val="006F1E31"/>
    <w:rsid w:val="00705399"/>
    <w:rsid w:val="0070610F"/>
    <w:rsid w:val="00726215"/>
    <w:rsid w:val="00741AC9"/>
    <w:rsid w:val="0076032C"/>
    <w:rsid w:val="00774AAE"/>
    <w:rsid w:val="00786103"/>
    <w:rsid w:val="00787BF6"/>
    <w:rsid w:val="007B33B1"/>
    <w:rsid w:val="007B5FD2"/>
    <w:rsid w:val="007C5936"/>
    <w:rsid w:val="007E0C1E"/>
    <w:rsid w:val="008148D0"/>
    <w:rsid w:val="00836DF5"/>
    <w:rsid w:val="00861D3F"/>
    <w:rsid w:val="008C2F0A"/>
    <w:rsid w:val="0092183A"/>
    <w:rsid w:val="00943C02"/>
    <w:rsid w:val="009C4A34"/>
    <w:rsid w:val="009E39A5"/>
    <w:rsid w:val="00A05990"/>
    <w:rsid w:val="00A1491E"/>
    <w:rsid w:val="00A17769"/>
    <w:rsid w:val="00A212DE"/>
    <w:rsid w:val="00A25CCA"/>
    <w:rsid w:val="00A313A3"/>
    <w:rsid w:val="00A34A9D"/>
    <w:rsid w:val="00A64D5E"/>
    <w:rsid w:val="00A70CB7"/>
    <w:rsid w:val="00A8549B"/>
    <w:rsid w:val="00A873B7"/>
    <w:rsid w:val="00AA0F43"/>
    <w:rsid w:val="00AB1922"/>
    <w:rsid w:val="00AB531D"/>
    <w:rsid w:val="00AD1DAB"/>
    <w:rsid w:val="00B00A5B"/>
    <w:rsid w:val="00B041F7"/>
    <w:rsid w:val="00B956FA"/>
    <w:rsid w:val="00B95D92"/>
    <w:rsid w:val="00BA379A"/>
    <w:rsid w:val="00BB4264"/>
    <w:rsid w:val="00BB68AA"/>
    <w:rsid w:val="00BE5356"/>
    <w:rsid w:val="00BF27CB"/>
    <w:rsid w:val="00BF5D7D"/>
    <w:rsid w:val="00C10111"/>
    <w:rsid w:val="00C31B38"/>
    <w:rsid w:val="00C327DE"/>
    <w:rsid w:val="00C3769F"/>
    <w:rsid w:val="00C553CE"/>
    <w:rsid w:val="00C8059D"/>
    <w:rsid w:val="00C81871"/>
    <w:rsid w:val="00C8546D"/>
    <w:rsid w:val="00C85840"/>
    <w:rsid w:val="00CC4F8A"/>
    <w:rsid w:val="00CD6EAB"/>
    <w:rsid w:val="00CE4C16"/>
    <w:rsid w:val="00D30892"/>
    <w:rsid w:val="00D41E44"/>
    <w:rsid w:val="00D71D26"/>
    <w:rsid w:val="00DC42B9"/>
    <w:rsid w:val="00DD760E"/>
    <w:rsid w:val="00DD7F90"/>
    <w:rsid w:val="00DE0962"/>
    <w:rsid w:val="00E060B3"/>
    <w:rsid w:val="00E1354F"/>
    <w:rsid w:val="00E32419"/>
    <w:rsid w:val="00E57E79"/>
    <w:rsid w:val="00E826FB"/>
    <w:rsid w:val="00EB4194"/>
    <w:rsid w:val="00EB6974"/>
    <w:rsid w:val="00EC0D53"/>
    <w:rsid w:val="00EE0D64"/>
    <w:rsid w:val="00EF0B81"/>
    <w:rsid w:val="00F613AF"/>
    <w:rsid w:val="00F7203E"/>
    <w:rsid w:val="00F927DC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37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860</Words>
  <Characters>4902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5</cp:revision>
  <cp:lastPrinted>2017-07-10T10:08:00Z</cp:lastPrinted>
  <dcterms:created xsi:type="dcterms:W3CDTF">2017-07-10T10:06:00Z</dcterms:created>
  <dcterms:modified xsi:type="dcterms:W3CDTF">2017-07-12T08:00:00Z</dcterms:modified>
</cp:coreProperties>
</file>