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D4" w:rsidRPr="00937A37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>от</w:t>
      </w:r>
      <w:r>
        <w:rPr>
          <w:rFonts w:ascii="Times New Roman" w:hAnsi="Times New Roman"/>
          <w:sz w:val="24"/>
          <w:szCs w:val="24"/>
          <w:lang w:eastAsia="ru-RU"/>
        </w:rPr>
        <w:t xml:space="preserve"> 25.05.2017г. № 643</w:t>
      </w:r>
    </w:p>
    <w:p w:rsidR="007F5AD4" w:rsidRPr="003A7DFF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7F5AD4" w:rsidRPr="003A7DFF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F5AD4" w:rsidRPr="00B716DC" w:rsidRDefault="007F5AD4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3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7F5AD4" w:rsidRPr="00B716DC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F5AD4" w:rsidRPr="003A7DFF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F5AD4" w:rsidRPr="003A7DFF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F5AD4" w:rsidRPr="003A7DFF" w:rsidRDefault="007F5AD4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F5AD4" w:rsidRDefault="007F5AD4"/>
    <w:sectPr w:rsidR="007F5AD4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106296"/>
    <w:rsid w:val="00147FA1"/>
    <w:rsid w:val="00184DDC"/>
    <w:rsid w:val="002E3BF9"/>
    <w:rsid w:val="003362C5"/>
    <w:rsid w:val="003A7DFF"/>
    <w:rsid w:val="003E529C"/>
    <w:rsid w:val="00411DD2"/>
    <w:rsid w:val="005B2082"/>
    <w:rsid w:val="005B4F7E"/>
    <w:rsid w:val="00704594"/>
    <w:rsid w:val="007A4C14"/>
    <w:rsid w:val="007F5AD4"/>
    <w:rsid w:val="007F777A"/>
    <w:rsid w:val="00825DAD"/>
    <w:rsid w:val="00842306"/>
    <w:rsid w:val="00914C62"/>
    <w:rsid w:val="00937A37"/>
    <w:rsid w:val="00B2685C"/>
    <w:rsid w:val="00B716DC"/>
    <w:rsid w:val="00C84F1A"/>
    <w:rsid w:val="00E269B0"/>
    <w:rsid w:val="00E43D41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252</Words>
  <Characters>1441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3</cp:revision>
  <cp:lastPrinted>2017-04-28T07:44:00Z</cp:lastPrinted>
  <dcterms:created xsi:type="dcterms:W3CDTF">2017-05-24T14:40:00Z</dcterms:created>
  <dcterms:modified xsi:type="dcterms:W3CDTF">2017-05-26T07:10:00Z</dcterms:modified>
</cp:coreProperties>
</file>