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D0" w:rsidRPr="00937A37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 xml:space="preserve">от  </w:t>
      </w:r>
      <w:r>
        <w:rPr>
          <w:rFonts w:ascii="Times New Roman" w:hAnsi="Times New Roman"/>
          <w:sz w:val="24"/>
          <w:szCs w:val="24"/>
          <w:lang w:eastAsia="ru-RU"/>
        </w:rPr>
        <w:t xml:space="preserve">28 апреля </w:t>
      </w:r>
      <w:smartTag w:uri="urn:schemas-microsoft-com:office:smarttags" w:element="metricconverter">
        <w:smartTagPr>
          <w:attr w:name="ProductID" w:val="2017 г"/>
        </w:smartTagPr>
        <w:r w:rsidRPr="00842306">
          <w:rPr>
            <w:rFonts w:ascii="Times New Roman" w:hAnsi="Times New Roman"/>
            <w:sz w:val="24"/>
            <w:szCs w:val="24"/>
            <w:lang w:eastAsia="ru-RU"/>
          </w:rPr>
          <w:t>2017 г</w:t>
        </w:r>
      </w:smartTag>
      <w:r>
        <w:rPr>
          <w:rFonts w:ascii="Times New Roman" w:hAnsi="Times New Roman"/>
          <w:sz w:val="24"/>
          <w:szCs w:val="24"/>
          <w:lang w:eastAsia="ru-RU"/>
        </w:rPr>
        <w:t>. №543</w:t>
      </w:r>
    </w:p>
    <w:p w:rsidR="00A042D0" w:rsidRPr="003A7DFF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A042D0" w:rsidRPr="003A7DFF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42D0" w:rsidRPr="00B716DC" w:rsidRDefault="00A042D0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01р-17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A042D0" w:rsidRPr="00B716DC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042D0" w:rsidRPr="003A7DFF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42D0" w:rsidRPr="003A7DFF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42D0" w:rsidRPr="003A7DFF" w:rsidRDefault="00A042D0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42D0" w:rsidRDefault="00A042D0"/>
    <w:sectPr w:rsidR="00A042D0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147FA1"/>
    <w:rsid w:val="00184DDC"/>
    <w:rsid w:val="00311596"/>
    <w:rsid w:val="00331A55"/>
    <w:rsid w:val="003A7DFF"/>
    <w:rsid w:val="003C6405"/>
    <w:rsid w:val="00411DD2"/>
    <w:rsid w:val="00432F45"/>
    <w:rsid w:val="00704594"/>
    <w:rsid w:val="00842306"/>
    <w:rsid w:val="00937A37"/>
    <w:rsid w:val="00A042D0"/>
    <w:rsid w:val="00A234A7"/>
    <w:rsid w:val="00B716DC"/>
    <w:rsid w:val="00C02116"/>
    <w:rsid w:val="00E32300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253</Words>
  <Characters>1445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Мадина</cp:lastModifiedBy>
  <cp:revision>4</cp:revision>
  <cp:lastPrinted>2017-04-27T12:14:00Z</cp:lastPrinted>
  <dcterms:created xsi:type="dcterms:W3CDTF">2017-04-27T10:46:00Z</dcterms:created>
  <dcterms:modified xsi:type="dcterms:W3CDTF">2017-04-28T08:50:00Z</dcterms:modified>
</cp:coreProperties>
</file>